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51" w:rsidRDefault="00156E51"/>
    <w:p w:rsidR="00156E51" w:rsidRPr="0080110F" w:rsidRDefault="00156E51" w:rsidP="00156E51">
      <w:pPr>
        <w:rPr>
          <w:b/>
          <w:sz w:val="36"/>
          <w:szCs w:val="36"/>
        </w:rPr>
      </w:pPr>
      <w:r>
        <w:rPr>
          <w:b/>
          <w:sz w:val="36"/>
          <w:szCs w:val="36"/>
        </w:rPr>
        <w:t>Essential Question</w:t>
      </w:r>
    </w:p>
    <w:p w:rsidR="00156E51" w:rsidRPr="0080110F" w:rsidRDefault="00156E51" w:rsidP="00156E51">
      <w:pPr>
        <w:rPr>
          <w:b/>
          <w:sz w:val="36"/>
          <w:szCs w:val="36"/>
        </w:rPr>
      </w:pPr>
    </w:p>
    <w:p w:rsidR="00156E51" w:rsidRPr="0080110F" w:rsidRDefault="00156E51" w:rsidP="00156E51">
      <w:pPr>
        <w:rPr>
          <w:sz w:val="36"/>
          <w:szCs w:val="36"/>
        </w:rPr>
      </w:pPr>
      <w:r w:rsidRPr="0080110F">
        <w:rPr>
          <w:sz w:val="36"/>
          <w:szCs w:val="36"/>
        </w:rPr>
        <w:t>How is investigating the Point-of View critical to understanding an artwork?</w:t>
      </w:r>
    </w:p>
    <w:p w:rsidR="00156E51" w:rsidRDefault="00156E51" w:rsidP="00156E51">
      <w:pPr>
        <w:rPr>
          <w:b/>
        </w:rPr>
      </w:pPr>
    </w:p>
    <w:p w:rsidR="00156E51" w:rsidRDefault="00156E51" w:rsidP="00156E51">
      <w:proofErr w:type="gramStart"/>
      <w:r w:rsidRPr="007F0CB5">
        <w:rPr>
          <w:b/>
        </w:rPr>
        <w:t xml:space="preserve">Objective </w:t>
      </w:r>
      <w:r>
        <w:t xml:space="preserve">- To use the style of Social Realism to make an artwork that </w:t>
      </w:r>
      <w:r w:rsidRPr="0080110F">
        <w:rPr>
          <w:b/>
          <w:color w:val="660066"/>
        </w:rPr>
        <w:t>DOCUMENTS</w:t>
      </w:r>
      <w:r>
        <w:t xml:space="preserve"> or </w:t>
      </w:r>
      <w:r w:rsidRPr="0080110F">
        <w:rPr>
          <w:b/>
          <w:color w:val="008000"/>
        </w:rPr>
        <w:t>PERSUADES</w:t>
      </w:r>
      <w:r>
        <w:t xml:space="preserve"> about a relevant real-world issue.</w:t>
      </w:r>
      <w:proofErr w:type="gramEnd"/>
    </w:p>
    <w:p w:rsidR="00156E51" w:rsidRDefault="00156E51" w:rsidP="00156E51">
      <w:bookmarkStart w:id="0" w:name="_GoBack"/>
      <w:bookmarkEnd w:id="0"/>
    </w:p>
    <w:p w:rsidR="00156E51" w:rsidRDefault="00156E51" w:rsidP="00156E51">
      <w:pPr>
        <w:rPr>
          <w:b/>
        </w:rPr>
      </w:pPr>
    </w:p>
    <w:p w:rsidR="00156E51" w:rsidRDefault="00156E51" w:rsidP="00156E51">
      <w:r w:rsidRPr="007F0CB5">
        <w:rPr>
          <w:b/>
        </w:rPr>
        <w:t>Media</w:t>
      </w:r>
      <w:r>
        <w:t xml:space="preserve"> - Primary media </w:t>
      </w:r>
      <w:proofErr w:type="gramStart"/>
      <w:r>
        <w:t>=  2D</w:t>
      </w:r>
      <w:proofErr w:type="gramEnd"/>
      <w:r>
        <w:t xml:space="preserve"> drawing media that you wish</w:t>
      </w:r>
    </w:p>
    <w:p w:rsidR="00156E51" w:rsidRDefault="00156E51" w:rsidP="00156E51">
      <w:r>
        <w:tab/>
        <w:t xml:space="preserve">  Secondary media = any additional media that you wish (ex. collage)</w:t>
      </w:r>
    </w:p>
    <w:p w:rsidR="00156E51" w:rsidRDefault="00156E51" w:rsidP="00156E51"/>
    <w:p w:rsidR="00156E51" w:rsidRDefault="00156E51" w:rsidP="00156E51"/>
    <w:p w:rsidR="00156E51" w:rsidRDefault="00156E51" w:rsidP="00156E51"/>
    <w:p w:rsidR="00156E51" w:rsidRPr="007F0CB5" w:rsidRDefault="00156E51" w:rsidP="00156E51">
      <w:pPr>
        <w:rPr>
          <w:b/>
        </w:rPr>
      </w:pPr>
      <w:r w:rsidRPr="007F0CB5">
        <w:rPr>
          <w:b/>
        </w:rPr>
        <w:t>Studio Preparation</w:t>
      </w:r>
    </w:p>
    <w:p w:rsidR="00156E51" w:rsidRDefault="00156E51" w:rsidP="00156E51"/>
    <w:p w:rsidR="00156E51" w:rsidRDefault="00156E51" w:rsidP="00156E51">
      <w:pPr>
        <w:pStyle w:val="ListParagraph"/>
        <w:numPr>
          <w:ilvl w:val="0"/>
          <w:numId w:val="1"/>
        </w:numPr>
      </w:pPr>
      <w:r>
        <w:t>Brainstorm some issues that you feel passionate about, or that you would like to do more about.</w:t>
      </w:r>
    </w:p>
    <w:p w:rsidR="00156E51" w:rsidRDefault="00156E51" w:rsidP="00156E51"/>
    <w:p w:rsidR="00156E51" w:rsidRDefault="00156E51" w:rsidP="00156E51">
      <w:pPr>
        <w:pStyle w:val="ListParagraph"/>
        <w:numPr>
          <w:ilvl w:val="0"/>
          <w:numId w:val="1"/>
        </w:numPr>
      </w:pPr>
      <w:proofErr w:type="gramStart"/>
      <w:r>
        <w:t>using</w:t>
      </w:r>
      <w:proofErr w:type="gramEnd"/>
      <w:r>
        <w:t xml:space="preserve"> thumbnail sketches, develop at least 3 of those ideas (or 3 alternative possibilities for 1 idea)</w:t>
      </w:r>
    </w:p>
    <w:p w:rsidR="00156E51" w:rsidRDefault="00156E51" w:rsidP="00156E51"/>
    <w:p w:rsidR="00156E51" w:rsidRDefault="00156E51" w:rsidP="00156E51">
      <w:pPr>
        <w:pStyle w:val="ListParagraph"/>
        <w:numPr>
          <w:ilvl w:val="0"/>
          <w:numId w:val="1"/>
        </w:numPr>
      </w:pPr>
      <w:proofErr w:type="gramStart"/>
      <w:r>
        <w:t>make</w:t>
      </w:r>
      <w:proofErr w:type="gramEnd"/>
      <w:r>
        <w:t xml:space="preserve"> some compositional sketches (at least 5 variations) </w:t>
      </w:r>
    </w:p>
    <w:p w:rsidR="00156E51" w:rsidRDefault="00156E51" w:rsidP="00156E51"/>
    <w:p w:rsidR="00156E51" w:rsidRDefault="00156E51" w:rsidP="00156E51">
      <w:pPr>
        <w:pStyle w:val="ListParagraph"/>
        <w:numPr>
          <w:ilvl w:val="0"/>
          <w:numId w:val="1"/>
        </w:numPr>
      </w:pPr>
      <w:proofErr w:type="gramStart"/>
      <w:r>
        <w:t>do</w:t>
      </w:r>
      <w:proofErr w:type="gramEnd"/>
      <w:r>
        <w:t xml:space="preserve"> some media experiments if you are using a new media</w:t>
      </w:r>
    </w:p>
    <w:p w:rsidR="00156E51" w:rsidRDefault="00156E51" w:rsidP="00156E51"/>
    <w:p w:rsidR="00156E51" w:rsidRDefault="00156E51" w:rsidP="00156E51"/>
    <w:p w:rsidR="00156E51" w:rsidRPr="007F0CB5" w:rsidRDefault="00156E51" w:rsidP="00156E51">
      <w:pPr>
        <w:rPr>
          <w:b/>
        </w:rPr>
      </w:pPr>
      <w:r w:rsidRPr="007F0CB5">
        <w:rPr>
          <w:b/>
        </w:rPr>
        <w:t>Studio Production</w:t>
      </w:r>
    </w:p>
    <w:p w:rsidR="00156E51" w:rsidRDefault="00156E51" w:rsidP="00156E51"/>
    <w:p w:rsidR="00156E51" w:rsidRDefault="00156E51" w:rsidP="00156E51">
      <w:pPr>
        <w:pStyle w:val="ListParagraph"/>
        <w:numPr>
          <w:ilvl w:val="0"/>
          <w:numId w:val="2"/>
        </w:numPr>
      </w:pPr>
      <w:r>
        <w:t>Make 3 artworks.</w:t>
      </w:r>
    </w:p>
    <w:p w:rsidR="00156E51" w:rsidRDefault="00156E51" w:rsidP="00156E51">
      <w:pPr>
        <w:pStyle w:val="ListParagraph"/>
        <w:numPr>
          <w:ilvl w:val="0"/>
          <w:numId w:val="2"/>
        </w:numPr>
      </w:pPr>
      <w:proofErr w:type="gramStart"/>
      <w:r>
        <w:t>choose</w:t>
      </w:r>
      <w:proofErr w:type="gramEnd"/>
      <w:r>
        <w:t xml:space="preserve"> the one you feel does the best job of meeting the objectives of the project</w:t>
      </w:r>
    </w:p>
    <w:p w:rsidR="00156E51" w:rsidRDefault="00156E51" w:rsidP="00156E51"/>
    <w:p w:rsidR="00156E51" w:rsidRDefault="00156E51" w:rsidP="00156E51"/>
    <w:p w:rsidR="00156E51" w:rsidRDefault="00156E51" w:rsidP="00156E51">
      <w:pPr>
        <w:ind w:firstLine="720"/>
      </w:pPr>
    </w:p>
    <w:p w:rsidR="00156E51" w:rsidRDefault="00156E51" w:rsidP="00156E51">
      <w:pPr>
        <w:ind w:firstLine="720"/>
      </w:pPr>
    </w:p>
    <w:p w:rsidR="00156E51" w:rsidRDefault="00156E51" w:rsidP="00156E51">
      <w:pPr>
        <w:ind w:firstLine="720"/>
      </w:pPr>
    </w:p>
    <w:p w:rsidR="00156E51" w:rsidRDefault="00156E51" w:rsidP="00156E51">
      <w:pPr>
        <w:ind w:firstLine="720"/>
      </w:pPr>
    </w:p>
    <w:p w:rsidR="00156E51" w:rsidRDefault="00156E51" w:rsidP="00156E51">
      <w:pPr>
        <w:ind w:firstLine="720"/>
      </w:pPr>
    </w:p>
    <w:p w:rsidR="00156E51" w:rsidRDefault="00156E51" w:rsidP="00156E51">
      <w:pPr>
        <w:ind w:firstLine="720"/>
      </w:pPr>
    </w:p>
    <w:p w:rsidR="00156E51" w:rsidRPr="00842CFC" w:rsidRDefault="00156E51" w:rsidP="00156E51">
      <w:pPr>
        <w:ind w:firstLine="720"/>
      </w:pPr>
    </w:p>
    <w:p w:rsidR="00515CC0" w:rsidRDefault="006135EC"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-516255</wp:posOffset>
                </wp:positionH>
                <wp:positionV relativeFrom="paragraph">
                  <wp:posOffset>40640</wp:posOffset>
                </wp:positionV>
                <wp:extent cx="6637020" cy="7305040"/>
                <wp:effectExtent l="0" t="0" r="0" b="101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7020" cy="730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96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08"/>
                              <w:gridCol w:w="1170"/>
                              <w:gridCol w:w="1896"/>
                              <w:gridCol w:w="1896"/>
                              <w:gridCol w:w="1896"/>
                              <w:gridCol w:w="1897"/>
                            </w:tblGrid>
                            <w:tr w:rsidR="00156E51" w:rsidTr="00156E51">
                              <w:trPr>
                                <w:trHeight w:val="404"/>
                              </w:trPr>
                              <w:tc>
                                <w:tcPr>
                                  <w:tcW w:w="1208" w:type="dxa"/>
                                </w:tcPr>
                                <w:p w:rsidR="00156E51" w:rsidRDefault="00156E51" w:rsidP="00156E51"/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:rsidR="00156E51" w:rsidRPr="001A4CAF" w:rsidRDefault="00156E51" w:rsidP="00156E51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No Evidence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:rsidR="00156E51" w:rsidRPr="001A4CAF" w:rsidRDefault="00156E51" w:rsidP="00156E51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Emerging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:rsidR="00156E51" w:rsidRPr="001A4CAF" w:rsidRDefault="00156E51" w:rsidP="00156E51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Approaching the Standard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156E51" w:rsidRPr="001A4CAF" w:rsidRDefault="00156E51" w:rsidP="00156E51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Meeting the Standard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156E51" w:rsidRPr="001A4CAF" w:rsidRDefault="00156E51" w:rsidP="00156E51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Extending the Standard</w:t>
                                  </w:r>
                                </w:p>
                              </w:tc>
                            </w:tr>
                            <w:tr w:rsidR="00156E51" w:rsidTr="00156E51">
                              <w:trPr>
                                <w:trHeight w:val="1134"/>
                              </w:trPr>
                              <w:tc>
                                <w:tcPr>
                                  <w:tcW w:w="1208" w:type="dxa"/>
                                  <w:vMerge w:val="restart"/>
                                  <w:shd w:val="clear" w:color="auto" w:fill="D6E3BC" w:themeFill="accent3" w:themeFillTint="66"/>
                                  <w:vAlign w:val="center"/>
                                </w:tcPr>
                                <w:p w:rsidR="00156E51" w:rsidRDefault="00156E51" w:rsidP="00156E51">
                                  <w:pPr>
                                    <w:jc w:val="center"/>
                                  </w:pPr>
                                  <w:r>
                                    <w:t>Studio Habits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:rsidR="00156E51" w:rsidRPr="006770A0" w:rsidRDefault="00156E51" w:rsidP="00156E51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incomplete or insufficient evidence.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:rsidR="00156E51" w:rsidRPr="006770A0" w:rsidRDefault="00156E51" w:rsidP="00156E51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initial and/or inconsistent understanding of concepts, skills, and/or processes within the standards.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:rsidR="00156E51" w:rsidRPr="006770A0" w:rsidRDefault="00156E51" w:rsidP="00156E51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demonstrates, with some consistency, evidence of partial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156E51" w:rsidRPr="006770A0" w:rsidRDefault="00156E51" w:rsidP="00156E51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thorough and consistent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156E51" w:rsidRPr="006770A0" w:rsidRDefault="00156E51" w:rsidP="00156E51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the ability to transfer concepts, skills, and/or processes beyond the standard. </w:t>
                                  </w:r>
                                </w:p>
                              </w:tc>
                            </w:tr>
                            <w:tr w:rsidR="00156E51" w:rsidTr="00156E51">
                              <w:trPr>
                                <w:trHeight w:val="284"/>
                              </w:trPr>
                              <w:tc>
                                <w:tcPr>
                                  <w:tcW w:w="1208" w:type="dxa"/>
                                  <w:vMerge/>
                                  <w:shd w:val="clear" w:color="auto" w:fill="D6E3BC" w:themeFill="accent3" w:themeFillTint="66"/>
                                  <w:vAlign w:val="center"/>
                                </w:tcPr>
                                <w:p w:rsidR="00156E51" w:rsidRPr="005E09A0" w:rsidRDefault="00156E51" w:rsidP="00156E51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156E51" w:rsidRPr="005E09A0" w:rsidRDefault="00156E51" w:rsidP="00156E51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vAlign w:val="center"/>
                                </w:tcPr>
                                <w:p w:rsidR="00156E51" w:rsidRPr="005E09A0" w:rsidRDefault="00156E51" w:rsidP="00156E51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156E51" w:rsidRPr="005E09A0" w:rsidRDefault="00156E51" w:rsidP="00156E51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:rsidR="00156E51" w:rsidRPr="005E09A0" w:rsidRDefault="00156E51" w:rsidP="00156E51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  <w:vAlign w:val="center"/>
                                </w:tcPr>
                                <w:p w:rsidR="00156E51" w:rsidRPr="005E09A0" w:rsidRDefault="00156E51" w:rsidP="00156E51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156E51" w:rsidTr="00156E51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:rsidR="00156E51" w:rsidRPr="00B0178C" w:rsidRDefault="00156E51" w:rsidP="00156E51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artworks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which show an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initial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theme of the project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developed finished artworks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based on the theme of the project</w:t>
                                  </w:r>
                                </w:p>
                                <w:p w:rsidR="00156E51" w:rsidRPr="006770A0" w:rsidRDefault="00156E51" w:rsidP="00156E51">
                                  <w:pP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developed finished artworks that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exhibit unique and personal visual solutions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and that avoided obvious visual clichés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created artworks breaking</w:t>
                                  </w:r>
                                  <w: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established </w:t>
                                  </w:r>
                                  <w:proofErr w:type="spellStart"/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conventions</w:t>
                                  </w:r>
                                  <w:proofErr w:type="gramStart"/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,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making</w:t>
                                  </w:r>
                                  <w:proofErr w:type="spellEnd"/>
                                  <w:proofErr w:type="gramEnd"/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 multiple works of art based on a theme, idea, or concept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  <w:tr w:rsidR="00156E51" w:rsidTr="00156E51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:rsidR="00156E51" w:rsidRPr="00B0178C" w:rsidRDefault="00156E51" w:rsidP="00156E51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Stretch and Explore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solution/media/technique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and experimented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multiple solutions/media/technique in order to explore creative possibilities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in order to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explore creative possibilities throughout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which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showed the formulation of new creative problems based on your own developments</w:t>
                                  </w:r>
                                </w:p>
                              </w:tc>
                            </w:tr>
                            <w:tr w:rsidR="00156E51" w:rsidTr="00156E51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:rsidR="00156E51" w:rsidRPr="00B0178C" w:rsidRDefault="00156E51" w:rsidP="00156E51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persistence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in achieving quality results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based on your own observations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feedback from others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observations, feedback from others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a broader cultural context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56E51" w:rsidTr="00156E51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:rsidR="00156E51" w:rsidRPr="00B0178C" w:rsidRDefault="00156E51" w:rsidP="00156E51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 whether your artwork conveys the intended meaning</w:t>
                                  </w:r>
                                </w:p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apply relevant criteria to examine, 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on, and explain how your artwork fits the objectives of the project</w:t>
                                  </w:r>
                                </w:p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shows a clear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how the elements in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integrate form, theme and contex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t to meet the objectives of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shows a clear understanding of how the elements in your artwork integrate form, theme and context to meet the objectives of the project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how it fits into a broader cultural context</w:t>
                                  </w:r>
                                </w:p>
                              </w:tc>
                            </w:tr>
                            <w:tr w:rsidR="00156E51" w:rsidTr="00156E51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:rsidR="00156E51" w:rsidRPr="00B0178C" w:rsidRDefault="00156E51" w:rsidP="00156E51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Developing Craft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experiments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Your ar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 xml:space="preserve">shows some skill 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with the media used and shows some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skill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and 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mastery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media used and shows attention to detail and care and skill in construction</w:t>
                                  </w:r>
                                </w:p>
                              </w:tc>
                            </w:tr>
                            <w:tr w:rsidR="00156E51" w:rsidTr="00156E51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:rsidR="00156E51" w:rsidRPr="00B0178C" w:rsidRDefault="00156E51" w:rsidP="00156E51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some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and integrated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your artwork communicates your “big ideas” effectively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156E51" w:rsidRPr="006770A0" w:rsidRDefault="00156E51" w:rsidP="00156E5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communicates your “big ideas” effectively into a broader cultural context</w:t>
                                  </w:r>
                                </w:p>
                              </w:tc>
                            </w:tr>
                          </w:tbl>
                          <w:p w:rsidR="00156E51" w:rsidRDefault="00156E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0.6pt;margin-top:3.2pt;width:522.6pt;height:575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" filled="f" stroked="f">
                <v:textbox>
                  <w:txbxContent>
                    <w:tbl>
                      <w:tblPr>
                        <w:tblStyle w:val="TableGrid"/>
                        <w:tblW w:w="996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08"/>
                        <w:gridCol w:w="1170"/>
                        <w:gridCol w:w="1896"/>
                        <w:gridCol w:w="1896"/>
                        <w:gridCol w:w="1896"/>
                        <w:gridCol w:w="1897"/>
                      </w:tblGrid>
                      <w:tr w:rsidR="00156E51" w:rsidTr="00156E51">
                        <w:trPr>
                          <w:trHeight w:val="404"/>
                        </w:trPr>
                        <w:tc>
                          <w:tcPr>
                            <w:tcW w:w="1208" w:type="dxa"/>
                          </w:tcPr>
                          <w:p w:rsidR="00156E51" w:rsidRDefault="00156E51" w:rsidP="00156E51"/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:rsidR="00156E51" w:rsidRPr="001A4CAF" w:rsidRDefault="00156E51" w:rsidP="00156E51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No Evidence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:rsidR="00156E51" w:rsidRPr="001A4CAF" w:rsidRDefault="00156E51" w:rsidP="00156E51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Emerging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:rsidR="00156E51" w:rsidRPr="001A4CAF" w:rsidRDefault="00156E51" w:rsidP="00156E51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Approaching the Standard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156E51" w:rsidRPr="001A4CAF" w:rsidRDefault="00156E51" w:rsidP="00156E51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Meeting the Standard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156E51" w:rsidRPr="001A4CAF" w:rsidRDefault="00156E51" w:rsidP="00156E51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Extending the Standard</w:t>
                            </w:r>
                          </w:p>
                        </w:tc>
                      </w:tr>
                      <w:tr w:rsidR="00156E51" w:rsidTr="00156E51">
                        <w:trPr>
                          <w:trHeight w:val="1134"/>
                        </w:trPr>
                        <w:tc>
                          <w:tcPr>
                            <w:tcW w:w="1208" w:type="dxa"/>
                            <w:vMerge w:val="restart"/>
                            <w:shd w:val="clear" w:color="auto" w:fill="D6E3BC" w:themeFill="accent3" w:themeFillTint="66"/>
                            <w:vAlign w:val="center"/>
                          </w:tcPr>
                          <w:p w:rsidR="00156E51" w:rsidRDefault="00156E51" w:rsidP="00156E51">
                            <w:pPr>
                              <w:jc w:val="center"/>
                            </w:pPr>
                            <w:r>
                              <w:t>Studio Habits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:rsidR="00156E51" w:rsidRPr="006770A0" w:rsidRDefault="00156E51" w:rsidP="00156E51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incomplete or insufficient evidence.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:rsidR="00156E51" w:rsidRPr="006770A0" w:rsidRDefault="00156E51" w:rsidP="00156E51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initial and/or inconsistent understanding of concepts, skills, and/or processes within the standards.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:rsidR="00156E51" w:rsidRPr="006770A0" w:rsidRDefault="00156E51" w:rsidP="00156E51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demonstrates, with some consistency, evidence of partial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156E51" w:rsidRPr="006770A0" w:rsidRDefault="00156E51" w:rsidP="00156E51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thorough and consistent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156E51" w:rsidRPr="006770A0" w:rsidRDefault="00156E51" w:rsidP="00156E51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the ability to transfer concepts, skills, and/or processes beyond the standard. </w:t>
                            </w:r>
                          </w:p>
                        </w:tc>
                      </w:tr>
                      <w:tr w:rsidR="00156E51" w:rsidTr="00156E51">
                        <w:trPr>
                          <w:trHeight w:val="284"/>
                        </w:trPr>
                        <w:tc>
                          <w:tcPr>
                            <w:tcW w:w="1208" w:type="dxa"/>
                            <w:vMerge/>
                            <w:shd w:val="clear" w:color="auto" w:fill="D6E3BC" w:themeFill="accent3" w:themeFillTint="66"/>
                            <w:vAlign w:val="center"/>
                          </w:tcPr>
                          <w:p w:rsidR="00156E51" w:rsidRPr="005E09A0" w:rsidRDefault="00156E51" w:rsidP="00156E51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  <w:vAlign w:val="center"/>
                          </w:tcPr>
                          <w:p w:rsidR="00156E51" w:rsidRPr="005E09A0" w:rsidRDefault="00156E51" w:rsidP="00156E51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6" w:type="dxa"/>
                            <w:vAlign w:val="center"/>
                          </w:tcPr>
                          <w:p w:rsidR="00156E51" w:rsidRPr="005E09A0" w:rsidRDefault="00156E51" w:rsidP="00156E51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  <w:vAlign w:val="center"/>
                          </w:tcPr>
                          <w:p w:rsidR="00156E51" w:rsidRPr="005E09A0" w:rsidRDefault="00156E51" w:rsidP="00156E51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vAlign w:val="center"/>
                          </w:tcPr>
                          <w:p w:rsidR="00156E51" w:rsidRPr="005E09A0" w:rsidRDefault="00156E51" w:rsidP="00156E51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  <w:vAlign w:val="center"/>
                          </w:tcPr>
                          <w:p w:rsidR="00156E51" w:rsidRPr="005E09A0" w:rsidRDefault="00156E51" w:rsidP="00156E51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</w:tr>
                      <w:tr w:rsidR="00156E51" w:rsidTr="00156E51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:rsidR="00156E51" w:rsidRPr="00B0178C" w:rsidRDefault="00156E51" w:rsidP="00156E51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artworks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which show an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initial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theme of the project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developed finished artworks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based on the theme of the project</w:t>
                            </w:r>
                          </w:p>
                          <w:p w:rsidR="00156E51" w:rsidRPr="006770A0" w:rsidRDefault="00156E51" w:rsidP="00156E51">
                            <w:pP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developed finished artworks that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exhibit unique and personal visual solutions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and that avoided obvious visual clichés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created artworks breaking</w:t>
                            </w:r>
                            <w: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established </w:t>
                            </w:r>
                            <w:proofErr w:type="spellStart"/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conventions</w:t>
                            </w:r>
                            <w:proofErr w:type="gramStart"/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,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making</w:t>
                            </w:r>
                            <w:proofErr w:type="spellEnd"/>
                            <w:proofErr w:type="gramEnd"/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 xml:space="preserve">  multiple works of art based on a theme, idea, or concept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. </w:t>
                            </w:r>
                          </w:p>
                        </w:tc>
                      </w:tr>
                      <w:tr w:rsidR="00156E51" w:rsidTr="00156E51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:rsidR="00156E51" w:rsidRPr="00B0178C" w:rsidRDefault="00156E51" w:rsidP="00156E51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Stretch and Explore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solution/media/technique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and experimented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multiple solutions/media/technique in order to explore creative possibilities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in order to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explore creative possibilities throughout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which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showed the formulation of new creative problems based on your own developments</w:t>
                            </w:r>
                          </w:p>
                        </w:tc>
                      </w:tr>
                      <w:tr w:rsidR="00156E51" w:rsidTr="00156E51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:rsidR="00156E51" w:rsidRPr="00B0178C" w:rsidRDefault="00156E51" w:rsidP="00156E51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persistence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in achieving quality results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based on your own observations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feedback from others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observations, feedback from others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a broader cultural context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</w:tr>
                      <w:tr w:rsidR="00156E51" w:rsidTr="00156E51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:rsidR="00156E51" w:rsidRPr="00B0178C" w:rsidRDefault="00156E51" w:rsidP="00156E51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156E51" w:rsidRPr="006770A0" w:rsidRDefault="00156E51" w:rsidP="00156E51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 whether your artwork conveys the intended meaning</w:t>
                            </w:r>
                          </w:p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apply relevant criteria to examine, 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on, and explain how your artwork fits the objectives of the project</w:t>
                            </w:r>
                          </w:p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shows a clear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how the elements in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integrate form, theme and contex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t to meet the objectives of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shows a clear understanding of how the elements in your artwork integrate form, theme and context to meet the objectives of the project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how it fits into a broader cultural context</w:t>
                            </w:r>
                          </w:p>
                        </w:tc>
                      </w:tr>
                      <w:tr w:rsidR="00156E51" w:rsidTr="00156E51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:rsidR="00156E51" w:rsidRPr="00B0178C" w:rsidRDefault="00156E51" w:rsidP="00156E51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Developing Craft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experiments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Your ar</w:t>
                            </w:r>
                            <w: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 xml:space="preserve">shows some skill 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with the media used and shows some attention to detail and care and skill in construction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skill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and shows attention to detail and care and skill in construction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mastery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media used and shows attention to detail and care and skill in construction</w:t>
                            </w:r>
                          </w:p>
                        </w:tc>
                      </w:tr>
                      <w:tr w:rsidR="00156E51" w:rsidTr="00156E51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:rsidR="00156E51" w:rsidRPr="00B0178C" w:rsidRDefault="00156E51" w:rsidP="00156E51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some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and integrated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your artwork communicates your “big ideas” effectively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156E51" w:rsidRPr="006770A0" w:rsidRDefault="00156E51" w:rsidP="00156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communicates your “big ideas” effectively into a broader cultural context</w:t>
                            </w:r>
                          </w:p>
                        </w:tc>
                      </w:tr>
                    </w:tbl>
                    <w:p w:rsidR="00156E51" w:rsidRDefault="00156E51"/>
                  </w:txbxContent>
                </v:textbox>
                <w10:wrap type="square"/>
              </v:shape>
            </w:pict>
          </mc:Fallback>
        </mc:AlternateContent>
      </w:r>
    </w:p>
    <w:sectPr w:rsidR="00515CC0" w:rsidSect="005123BC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E51" w:rsidRDefault="00156E51" w:rsidP="006135EC">
      <w:r>
        <w:separator/>
      </w:r>
    </w:p>
  </w:endnote>
  <w:endnote w:type="continuationSeparator" w:id="0">
    <w:p w:rsidR="00156E51" w:rsidRDefault="00156E51" w:rsidP="0061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,Taho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E51" w:rsidRDefault="00156E51" w:rsidP="006135EC">
      <w:r>
        <w:separator/>
      </w:r>
    </w:p>
  </w:footnote>
  <w:footnote w:type="continuationSeparator" w:id="0">
    <w:p w:rsidR="00156E51" w:rsidRDefault="00156E51" w:rsidP="006135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51" w:rsidRDefault="00156E51">
    <w:pPr>
      <w:pStyle w:val="Header"/>
    </w:pPr>
    <w:r>
      <w:t>SAE Who's Lying Studio Application 2017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5E3C"/>
    <w:multiLevelType w:val="hybridMultilevel"/>
    <w:tmpl w:val="C1C8C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C4DBA"/>
    <w:multiLevelType w:val="hybridMultilevel"/>
    <w:tmpl w:val="3F16A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E51"/>
    <w:rsid w:val="00156E51"/>
    <w:rsid w:val="00377B7C"/>
    <w:rsid w:val="005123BC"/>
    <w:rsid w:val="00515CC0"/>
    <w:rsid w:val="006135E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E51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5EC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35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5EC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135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5EC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156E51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E51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5EC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35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5EC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135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5EC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156E51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-17%20rubrics%20(Brian):2016-17%20Studio%20App%20Standard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2016-17 Studio App Standards.dotx</Template>
  <TotalTime>15</TotalTime>
  <Pages>2</Pages>
  <Words>123</Words>
  <Characters>704</Characters>
  <Application>Microsoft Macintosh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2017-01-12T03:48:00Z</dcterms:created>
  <dcterms:modified xsi:type="dcterms:W3CDTF">2017-01-12T04:06:00Z</dcterms:modified>
</cp:coreProperties>
</file>